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463" w:rsidRPr="00346FD6" w:rsidRDefault="00095463" w:rsidP="00095463">
      <w:pPr>
        <w:pStyle w:val="Cartable"/>
      </w:pPr>
      <w:r w:rsidRPr="00346FD6">
        <w:t xml:space="preserve">Extrait 3 </w:t>
      </w:r>
    </w:p>
    <w:p w:rsidR="00095463" w:rsidRDefault="00095463" w:rsidP="00095463">
      <w:pPr>
        <w:pStyle w:val="Cartable"/>
        <w:rPr>
          <w:u w:val="single"/>
        </w:rPr>
      </w:pPr>
      <w:r w:rsidRPr="00346FD6">
        <w:rPr>
          <w:u w:val="single"/>
        </w:rPr>
        <w:t>Les Nymphes</w:t>
      </w:r>
    </w:p>
    <w:p w:rsidR="00095463" w:rsidRPr="00095463" w:rsidRDefault="00095463" w:rsidP="00095463">
      <w:pPr>
        <w:pStyle w:val="Cartable"/>
        <w:rPr>
          <w:color w:val="00CC00"/>
        </w:rPr>
      </w:pPr>
      <w:bookmarkStart w:id="0" w:name="_GoBack"/>
      <w:bookmarkEnd w:id="0"/>
      <w:r w:rsidRPr="00095463">
        <w:rPr>
          <w:color w:val="0000FF"/>
        </w:rPr>
        <w:t xml:space="preserve">Persée et Vif-Argent ont quitté les trois vieilles </w:t>
      </w:r>
      <w:r w:rsidRPr="00095463">
        <w:rPr>
          <w:color w:val="FF0000"/>
        </w:rPr>
        <w:t xml:space="preserve">femmes et, après plusieurs heures de marche, ils </w:t>
      </w:r>
      <w:r w:rsidRPr="00095463">
        <w:rPr>
          <w:color w:val="00CC00"/>
        </w:rPr>
        <w:t xml:space="preserve">arrivèrent au  repère des Nymphes. </w:t>
      </w:r>
    </w:p>
    <w:p w:rsidR="00095463" w:rsidRPr="00095463" w:rsidRDefault="00095463" w:rsidP="00095463">
      <w:pPr>
        <w:pStyle w:val="Cartable"/>
        <w:rPr>
          <w:color w:val="FF0000"/>
        </w:rPr>
      </w:pPr>
      <w:r w:rsidRPr="00095463">
        <w:rPr>
          <w:color w:val="0000FF"/>
        </w:rPr>
        <w:t xml:space="preserve">Les nymphes se cachaient tant et si bien que </w:t>
      </w:r>
      <w:r w:rsidRPr="00095463">
        <w:rPr>
          <w:color w:val="FF0000"/>
        </w:rPr>
        <w:t xml:space="preserve">Persée et Vif-Argent passèrent de nombreuses fois </w:t>
      </w:r>
      <w:r w:rsidRPr="00095463">
        <w:rPr>
          <w:color w:val="00CC00"/>
        </w:rPr>
        <w:t xml:space="preserve">devant elles sans les voir. Cependant, elles </w:t>
      </w:r>
      <w:r w:rsidRPr="00095463">
        <w:rPr>
          <w:color w:val="0000FF"/>
        </w:rPr>
        <w:t xml:space="preserve">semblaient connaître Vif-Argent car dès qu’elles le </w:t>
      </w:r>
      <w:r w:rsidRPr="00095463">
        <w:rPr>
          <w:color w:val="FF0000"/>
        </w:rPr>
        <w:t xml:space="preserve">reconnurent, les Nymphes sortirent de leurs </w:t>
      </w:r>
      <w:r w:rsidRPr="00095463">
        <w:rPr>
          <w:color w:val="00CC00"/>
        </w:rPr>
        <w:t xml:space="preserve">cachettes. Quelle surprise pour Persée de voir </w:t>
      </w:r>
      <w:r w:rsidRPr="00095463">
        <w:rPr>
          <w:color w:val="0000FF"/>
        </w:rPr>
        <w:t xml:space="preserve">apparaître ces créatures divines devant ses yeux </w:t>
      </w:r>
      <w:r w:rsidRPr="00095463">
        <w:rPr>
          <w:color w:val="FF0000"/>
        </w:rPr>
        <w:t xml:space="preserve">ébahis ! Elles étaient si nombreuses, cachées dans </w:t>
      </w:r>
      <w:r w:rsidRPr="00095463">
        <w:rPr>
          <w:color w:val="00CC00"/>
        </w:rPr>
        <w:t xml:space="preserve">les feuillages, dans les troncs d’arbres et dans la </w:t>
      </w:r>
      <w:r w:rsidRPr="00095463">
        <w:rPr>
          <w:color w:val="0000FF"/>
        </w:rPr>
        <w:t xml:space="preserve">source de la rivière. Certaines d’entre elles jouèrent </w:t>
      </w:r>
      <w:r w:rsidRPr="00095463">
        <w:rPr>
          <w:color w:val="FF0000"/>
        </w:rPr>
        <w:lastRenderedPageBreak/>
        <w:t xml:space="preserve">de la harpe et entonnèrent des chants mélodieux </w:t>
      </w:r>
      <w:r w:rsidRPr="00095463">
        <w:rPr>
          <w:color w:val="00CC00"/>
        </w:rPr>
        <w:t xml:space="preserve">pendant que d’autres, accompagnés d’un faon ou </w:t>
      </w:r>
      <w:r w:rsidRPr="00095463">
        <w:rPr>
          <w:color w:val="0000FF"/>
        </w:rPr>
        <w:t xml:space="preserve">d’une biche, vinrent joyeusement saluer les deux </w:t>
      </w:r>
      <w:r w:rsidRPr="00095463">
        <w:rPr>
          <w:color w:val="FF0000"/>
        </w:rPr>
        <w:t xml:space="preserve">compagnons. </w:t>
      </w:r>
    </w:p>
    <w:p w:rsidR="00095463" w:rsidRPr="00095463" w:rsidRDefault="00095463" w:rsidP="00095463">
      <w:pPr>
        <w:pStyle w:val="Cartable"/>
        <w:rPr>
          <w:color w:val="00CC00"/>
        </w:rPr>
      </w:pPr>
      <w:r w:rsidRPr="00095463">
        <w:rPr>
          <w:color w:val="00CC00"/>
        </w:rPr>
        <w:t xml:space="preserve"> « Les nymphes sont des divinités de la nature, </w:t>
      </w:r>
      <w:r w:rsidRPr="00095463">
        <w:rPr>
          <w:color w:val="0000FF"/>
        </w:rPr>
        <w:t xml:space="preserve">murmura Vif-Argent à Persée, mais prends garde </w:t>
      </w:r>
      <w:r w:rsidRPr="00095463">
        <w:rPr>
          <w:color w:val="FF0000"/>
        </w:rPr>
        <w:t xml:space="preserve">mon ami, elles peuvent te jouer de mauvais tours si </w:t>
      </w:r>
      <w:r w:rsidRPr="00095463">
        <w:rPr>
          <w:color w:val="00CC00"/>
        </w:rPr>
        <w:t xml:space="preserve">tu leur mens ; elles détestent ça, les mensonges ! » </w:t>
      </w:r>
    </w:p>
    <w:p w:rsidR="00095463" w:rsidRPr="00095463" w:rsidRDefault="00095463" w:rsidP="00095463">
      <w:pPr>
        <w:pStyle w:val="Cartable"/>
        <w:rPr>
          <w:color w:val="0000FF"/>
        </w:rPr>
      </w:pPr>
      <w:r w:rsidRPr="00095463">
        <w:rPr>
          <w:color w:val="0000FF"/>
        </w:rPr>
        <w:t xml:space="preserve">Les nymphes étaient bien loin de ressembler à </w:t>
      </w:r>
      <w:r w:rsidRPr="00095463">
        <w:rPr>
          <w:color w:val="FF0000"/>
        </w:rPr>
        <w:t xml:space="preserve">Satanite, à Infernale et à Branlante. Au lieu d’être </w:t>
      </w:r>
      <w:r w:rsidRPr="00095463">
        <w:rPr>
          <w:color w:val="00CC00"/>
        </w:rPr>
        <w:t xml:space="preserve">vieilles, elles étaient jeunes et belles. Elles avaient </w:t>
      </w:r>
      <w:r w:rsidRPr="00095463">
        <w:rPr>
          <w:color w:val="0000FF"/>
        </w:rPr>
        <w:t xml:space="preserve">un regard plein de douceur et de bonté et aussitôt </w:t>
      </w:r>
      <w:r w:rsidRPr="00095463">
        <w:rPr>
          <w:color w:val="FF0000"/>
        </w:rPr>
        <w:t xml:space="preserve">que Vif-Argent leur eût conté les mésaventures de </w:t>
      </w:r>
      <w:r w:rsidRPr="00095463">
        <w:rPr>
          <w:color w:val="00CC00"/>
        </w:rPr>
        <w:t xml:space="preserve">Persée, elles ne firent aucune difficulté pour lui </w:t>
      </w:r>
      <w:r w:rsidRPr="00095463">
        <w:rPr>
          <w:color w:val="0000FF"/>
        </w:rPr>
        <w:t xml:space="preserve">remettre les objets merveilleux dont le jeune garçon </w:t>
      </w:r>
      <w:r w:rsidRPr="00095463">
        <w:rPr>
          <w:color w:val="FF0000"/>
        </w:rPr>
        <w:lastRenderedPageBreak/>
        <w:t xml:space="preserve">avait besoin. D’abord, elles apportèrent un glaive </w:t>
      </w:r>
      <w:r w:rsidRPr="00095463">
        <w:rPr>
          <w:color w:val="00CC00"/>
        </w:rPr>
        <w:t xml:space="preserve">recourbé, fait d’acier, car les écailles de Méduse </w:t>
      </w:r>
      <w:r w:rsidRPr="00095463">
        <w:rPr>
          <w:color w:val="0000FF"/>
        </w:rPr>
        <w:t xml:space="preserve">étaient dures comme le fer, et que seule cette arme </w:t>
      </w:r>
      <w:r w:rsidRPr="00095463">
        <w:rPr>
          <w:color w:val="FF0000"/>
        </w:rPr>
        <w:t xml:space="preserve">pouvait pénétrer le corps du monstre. Puis elles </w:t>
      </w:r>
      <w:r w:rsidRPr="00095463">
        <w:rPr>
          <w:color w:val="00CC00"/>
        </w:rPr>
        <w:t xml:space="preserve">remirent à Persée une paire de sandales garnies au </w:t>
      </w:r>
      <w:r w:rsidRPr="00095463">
        <w:rPr>
          <w:color w:val="0000FF"/>
        </w:rPr>
        <w:t xml:space="preserve">talon d’un couple de jolies petites ailes. </w:t>
      </w:r>
    </w:p>
    <w:p w:rsidR="00095463" w:rsidRPr="00095463" w:rsidRDefault="00095463" w:rsidP="00095463">
      <w:pPr>
        <w:pStyle w:val="Cartable"/>
        <w:rPr>
          <w:color w:val="0000FF"/>
        </w:rPr>
      </w:pPr>
      <w:r w:rsidRPr="00095463">
        <w:rPr>
          <w:color w:val="FF0000"/>
        </w:rPr>
        <w:t xml:space="preserve">« Je t’avais bien dit que je te procurerai des </w:t>
      </w:r>
      <w:r w:rsidRPr="00095463">
        <w:rPr>
          <w:color w:val="00CC00"/>
        </w:rPr>
        <w:t xml:space="preserve">sandales ailées ! dit Vif-Argent, mets-les à tes </w:t>
      </w:r>
      <w:r w:rsidRPr="00095463">
        <w:rPr>
          <w:color w:val="0000FF"/>
        </w:rPr>
        <w:t>pieds, tu vas te sentir aussi léger qu’une plume. »</w:t>
      </w:r>
    </w:p>
    <w:p w:rsidR="00095463" w:rsidRPr="00095463" w:rsidRDefault="00095463" w:rsidP="00095463">
      <w:pPr>
        <w:pStyle w:val="Cartable"/>
        <w:rPr>
          <w:color w:val="00CC00"/>
        </w:rPr>
      </w:pPr>
      <w:r w:rsidRPr="00095463">
        <w:rPr>
          <w:color w:val="FF0000"/>
        </w:rPr>
        <w:t xml:space="preserve">Persée posa l’une des sandales à côté de lui, mais </w:t>
      </w:r>
      <w:r w:rsidRPr="00095463">
        <w:rPr>
          <w:color w:val="00CC00"/>
        </w:rPr>
        <w:t xml:space="preserve">pendant qu’il mettait la première, la seconde </w:t>
      </w:r>
      <w:r w:rsidRPr="00095463">
        <w:rPr>
          <w:color w:val="0000FF"/>
        </w:rPr>
        <w:t xml:space="preserve">sandale ouvrit ses ailes, se mit à voltiger et aurait </w:t>
      </w:r>
      <w:r w:rsidRPr="00095463">
        <w:rPr>
          <w:color w:val="FF0000"/>
        </w:rPr>
        <w:t xml:space="preserve">probablement disparu, si Vif-Argent, d’un bond, ne </w:t>
      </w:r>
      <w:r w:rsidRPr="00095463">
        <w:rPr>
          <w:color w:val="00CC00"/>
        </w:rPr>
        <w:t xml:space="preserve">l’eût rattrapée. </w:t>
      </w:r>
    </w:p>
    <w:p w:rsidR="00095463" w:rsidRPr="00095463" w:rsidRDefault="00095463" w:rsidP="00095463">
      <w:pPr>
        <w:pStyle w:val="Cartable"/>
        <w:rPr>
          <w:rFonts w:eastAsia="LinLibertine"/>
          <w:color w:val="00CC00"/>
        </w:rPr>
      </w:pPr>
      <w:r w:rsidRPr="00095463">
        <w:rPr>
          <w:rFonts w:eastAsia="LinLibertine"/>
          <w:color w:val="0000FF"/>
        </w:rPr>
        <w:lastRenderedPageBreak/>
        <w:t xml:space="preserve"> « Il faut faire plus attention, dit-il en la remettant à </w:t>
      </w:r>
      <w:r w:rsidRPr="00095463">
        <w:rPr>
          <w:rFonts w:eastAsia="LinLibertine"/>
          <w:color w:val="FF0000"/>
        </w:rPr>
        <w:t xml:space="preserve">Persée ; les oiseaux s’épouvanteraient dans les </w:t>
      </w:r>
      <w:r w:rsidRPr="00095463">
        <w:rPr>
          <w:rFonts w:eastAsia="LinLibertine"/>
          <w:color w:val="00CC00"/>
        </w:rPr>
        <w:t>airs, s’ils voyaient une sandale volante. »</w:t>
      </w:r>
    </w:p>
    <w:p w:rsidR="00095463" w:rsidRPr="00095463" w:rsidRDefault="00095463" w:rsidP="00095463">
      <w:pPr>
        <w:pStyle w:val="Cartable"/>
        <w:rPr>
          <w:rFonts w:eastAsia="LinLibertine"/>
          <w:color w:val="FF0000"/>
        </w:rPr>
      </w:pPr>
      <w:r w:rsidRPr="00095463">
        <w:rPr>
          <w:rFonts w:eastAsia="LinLibertine"/>
          <w:color w:val="0000FF"/>
        </w:rPr>
        <w:t xml:space="preserve">Lorsque notre héros eut revêtu ces merveilleuses </w:t>
      </w:r>
      <w:r w:rsidRPr="00095463">
        <w:rPr>
          <w:rFonts w:eastAsia="LinLibertine"/>
          <w:color w:val="FF0000"/>
        </w:rPr>
        <w:t xml:space="preserve">chaussures, il se crut un instant trop léger pour </w:t>
      </w:r>
      <w:r w:rsidRPr="00095463">
        <w:rPr>
          <w:rFonts w:eastAsia="LinLibertine"/>
          <w:color w:val="00CC00"/>
        </w:rPr>
        <w:t xml:space="preserve">marcher sur la terre. Au premier pas qu’il essaya de </w:t>
      </w:r>
      <w:r w:rsidRPr="00095463">
        <w:rPr>
          <w:rFonts w:eastAsia="LinLibertine"/>
          <w:color w:val="0000FF"/>
        </w:rPr>
        <w:t xml:space="preserve">faire, il s’élança malgré lui et s’éleva au-dessus de </w:t>
      </w:r>
      <w:r w:rsidRPr="00095463">
        <w:rPr>
          <w:rFonts w:eastAsia="LinLibertine"/>
          <w:color w:val="FF0000"/>
        </w:rPr>
        <w:t xml:space="preserve">la tête de Vif-Argent et des Nymphes. Il eut </w:t>
      </w:r>
      <w:r w:rsidRPr="00095463">
        <w:rPr>
          <w:rFonts w:eastAsia="LinLibertine"/>
          <w:color w:val="00CC00"/>
        </w:rPr>
        <w:t xml:space="preserve">beaucoup de mal à redescendre, car ses sandales </w:t>
      </w:r>
      <w:r w:rsidRPr="00095463">
        <w:rPr>
          <w:rFonts w:eastAsia="LinLibertine"/>
          <w:color w:val="0000FF"/>
        </w:rPr>
        <w:t xml:space="preserve">magiques n’était pas facile à diriger.  Vif-Argent se </w:t>
      </w:r>
      <w:r w:rsidRPr="00095463">
        <w:rPr>
          <w:rFonts w:eastAsia="LinLibertine"/>
          <w:color w:val="FF0000"/>
        </w:rPr>
        <w:t xml:space="preserve">prit d’un fou rire et dit à Persée : </w:t>
      </w:r>
    </w:p>
    <w:p w:rsidR="00095463" w:rsidRPr="00095463" w:rsidRDefault="00095463" w:rsidP="00095463">
      <w:pPr>
        <w:pStyle w:val="Cartable"/>
        <w:rPr>
          <w:rFonts w:eastAsia="LinLibertine"/>
          <w:color w:val="0000FF"/>
        </w:rPr>
      </w:pPr>
      <w:r w:rsidRPr="00095463">
        <w:rPr>
          <w:rFonts w:eastAsia="LinLibertine"/>
          <w:color w:val="00CC00"/>
        </w:rPr>
        <w:t xml:space="preserve">« Nous allons t’apprendre à te servir des sandales ! </w:t>
      </w:r>
      <w:r w:rsidRPr="00095463">
        <w:rPr>
          <w:rFonts w:eastAsia="LinLibertine"/>
          <w:color w:val="0000FF"/>
        </w:rPr>
        <w:t>Parfois, elles n’en font qu’à leur tête ! »</w:t>
      </w:r>
    </w:p>
    <w:p w:rsidR="00095463" w:rsidRPr="00095463" w:rsidRDefault="00095463" w:rsidP="00095463">
      <w:pPr>
        <w:pStyle w:val="Cartable"/>
        <w:rPr>
          <w:rFonts w:eastAsia="LinLibertine"/>
          <w:color w:val="FF0000"/>
        </w:rPr>
      </w:pPr>
      <w:r w:rsidRPr="00095463">
        <w:rPr>
          <w:rFonts w:eastAsia="LinLibertine"/>
          <w:color w:val="FF0000"/>
        </w:rPr>
        <w:t xml:space="preserve">À ces mots, le chapeau de Vif-Argent ouvrit ses </w:t>
      </w:r>
      <w:r w:rsidRPr="00095463">
        <w:rPr>
          <w:rFonts w:eastAsia="LinLibertine"/>
          <w:color w:val="00CC00"/>
        </w:rPr>
        <w:t xml:space="preserve">ailes, et l’on aurait cru que sa tête ; allait se séparer </w:t>
      </w:r>
      <w:r w:rsidRPr="00095463">
        <w:rPr>
          <w:rFonts w:eastAsia="LinLibertine"/>
          <w:color w:val="0000FF"/>
        </w:rPr>
        <w:lastRenderedPageBreak/>
        <w:t xml:space="preserve">de ses épaules ; mais toute sa personne s’éleva </w:t>
      </w:r>
      <w:r w:rsidRPr="00095463">
        <w:rPr>
          <w:rFonts w:eastAsia="LinLibertine"/>
          <w:color w:val="FF0000"/>
        </w:rPr>
        <w:t xml:space="preserve">légèrement, et le jeune homme le suivit dans les </w:t>
      </w:r>
      <w:r w:rsidRPr="00095463">
        <w:rPr>
          <w:rFonts w:eastAsia="LinLibertine"/>
          <w:color w:val="00CC00"/>
        </w:rPr>
        <w:t xml:space="preserve">airs. Notre héros sentit combien il est délicieux de </w:t>
      </w:r>
      <w:r w:rsidRPr="00095463">
        <w:rPr>
          <w:rFonts w:eastAsia="LinLibertine"/>
          <w:color w:val="0000FF"/>
        </w:rPr>
        <w:t xml:space="preserve">quitter la terre et de voler comme un oiseau. Il </w:t>
      </w:r>
      <w:r w:rsidRPr="00095463">
        <w:rPr>
          <w:rFonts w:eastAsia="LinLibertine"/>
          <w:color w:val="FF0000"/>
        </w:rPr>
        <w:t xml:space="preserve">contempla la terre avec ses mers, ses lacs, ses </w:t>
      </w:r>
      <w:r w:rsidRPr="00095463">
        <w:rPr>
          <w:rFonts w:eastAsia="LinLibertine"/>
          <w:color w:val="00CC00"/>
        </w:rPr>
        <w:t xml:space="preserve">fleuves au cours sinueux, ses montagnes </w:t>
      </w:r>
      <w:r w:rsidRPr="00095463">
        <w:rPr>
          <w:rFonts w:eastAsia="LinLibertine"/>
          <w:color w:val="0000FF"/>
        </w:rPr>
        <w:t xml:space="preserve">couronnées de neiges, ses plaines immenses, ses </w:t>
      </w:r>
      <w:r w:rsidRPr="00095463">
        <w:rPr>
          <w:rFonts w:eastAsia="LinLibertine"/>
          <w:color w:val="FF0000"/>
        </w:rPr>
        <w:t xml:space="preserve">forêts épaisses et ses villes illuminées. Puis, il </w:t>
      </w:r>
      <w:r w:rsidRPr="00095463">
        <w:rPr>
          <w:rFonts w:eastAsia="LinLibertine"/>
          <w:color w:val="00CC00"/>
        </w:rPr>
        <w:t xml:space="preserve">s’approchait d’un nuage, plongeait au travers et </w:t>
      </w:r>
      <w:r w:rsidRPr="00095463">
        <w:rPr>
          <w:rFonts w:eastAsia="LinLibertine"/>
          <w:color w:val="0000FF"/>
        </w:rPr>
        <w:t xml:space="preserve">ressortait mouillé par la froide vapeur. Persée prit </w:t>
      </w:r>
      <w:r w:rsidRPr="00095463">
        <w:rPr>
          <w:rFonts w:eastAsia="LinLibertine"/>
          <w:color w:val="FF0000"/>
        </w:rPr>
        <w:t xml:space="preserve">enfin son essor et monta si haut dans le ciel qu’il </w:t>
      </w:r>
      <w:r w:rsidRPr="00095463">
        <w:rPr>
          <w:rFonts w:eastAsia="LinLibertine"/>
          <w:color w:val="00CC00"/>
        </w:rPr>
        <w:t xml:space="preserve">pouvait presque toucher des météores. Ils </w:t>
      </w:r>
      <w:r w:rsidRPr="00095463">
        <w:rPr>
          <w:rFonts w:eastAsia="LinLibertine"/>
          <w:color w:val="0000FF"/>
        </w:rPr>
        <w:t xml:space="preserve">éclataient tout à coup dans l’espace, semblables à </w:t>
      </w:r>
      <w:r w:rsidRPr="00095463">
        <w:rPr>
          <w:rFonts w:eastAsia="LinLibertine"/>
          <w:color w:val="FF0000"/>
        </w:rPr>
        <w:t xml:space="preserve">un immense feu de joie. </w:t>
      </w:r>
    </w:p>
    <w:p w:rsidR="00095463" w:rsidRPr="00095463" w:rsidRDefault="00095463" w:rsidP="00095463">
      <w:pPr>
        <w:pStyle w:val="Cartable"/>
        <w:rPr>
          <w:rFonts w:eastAsia="LinLibertine"/>
          <w:color w:val="00CC00"/>
        </w:rPr>
      </w:pPr>
      <w:r w:rsidRPr="00095463">
        <w:rPr>
          <w:rFonts w:eastAsia="LinLibertine"/>
          <w:color w:val="00CC00"/>
        </w:rPr>
        <w:t>« Eh bien ! Persée, où es-tu donc ? cria Vif-Argent.</w:t>
      </w:r>
    </w:p>
    <w:p w:rsidR="00095463" w:rsidRPr="00095463" w:rsidRDefault="00095463" w:rsidP="00095463">
      <w:pPr>
        <w:pStyle w:val="Cartable"/>
        <w:rPr>
          <w:rFonts w:eastAsia="LinLibertine"/>
          <w:color w:val="FF0000"/>
        </w:rPr>
      </w:pPr>
      <w:r w:rsidRPr="00095463">
        <w:rPr>
          <w:rFonts w:eastAsia="LinLibertine"/>
          <w:color w:val="0000FF"/>
        </w:rPr>
        <w:lastRenderedPageBreak/>
        <w:t xml:space="preserve">Mais ici, répondit tranquillement Persée, l’espace </w:t>
      </w:r>
      <w:r w:rsidRPr="00095463">
        <w:rPr>
          <w:rFonts w:eastAsia="LinLibertine"/>
          <w:color w:val="FF0000"/>
        </w:rPr>
        <w:t>est tellement splendide !</w:t>
      </w:r>
    </w:p>
    <w:p w:rsidR="00095463" w:rsidRPr="00095463" w:rsidRDefault="00095463" w:rsidP="00095463">
      <w:pPr>
        <w:pStyle w:val="Cartable"/>
        <w:rPr>
          <w:rFonts w:eastAsia="LinLibertine"/>
          <w:color w:val="FF0000"/>
        </w:rPr>
      </w:pPr>
      <w:r w:rsidRPr="00095463">
        <w:rPr>
          <w:rFonts w:eastAsia="LinLibertine"/>
          <w:color w:val="00CC00"/>
        </w:rPr>
        <w:t xml:space="preserve">Redescend sur terre Persée ! Maintenant que tu as </w:t>
      </w:r>
      <w:r w:rsidRPr="00095463">
        <w:rPr>
          <w:rFonts w:eastAsia="LinLibertine"/>
          <w:color w:val="0000FF"/>
        </w:rPr>
        <w:t xml:space="preserve">les sandales ailées, nous pouvons trouver les </w:t>
      </w:r>
      <w:r w:rsidRPr="00095463">
        <w:rPr>
          <w:rFonts w:eastAsia="LinLibertine"/>
          <w:color w:val="FF0000"/>
        </w:rPr>
        <w:t>Gorgones. »</w:t>
      </w:r>
    </w:p>
    <w:p w:rsidR="00095463" w:rsidRPr="00095463" w:rsidRDefault="00095463" w:rsidP="00095463">
      <w:pPr>
        <w:pStyle w:val="Cartable"/>
      </w:pPr>
    </w:p>
    <w:sectPr w:rsidR="00095463" w:rsidRPr="00095463" w:rsidSect="0079141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Libertin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71A5E"/>
    <w:multiLevelType w:val="hybridMultilevel"/>
    <w:tmpl w:val="A16C5700"/>
    <w:lvl w:ilvl="0" w:tplc="756E9AD0">
      <w:numFmt w:val="bullet"/>
      <w:lvlText w:val="—"/>
      <w:lvlJc w:val="left"/>
      <w:pPr>
        <w:ind w:left="405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6C7E5DE1"/>
    <w:multiLevelType w:val="hybridMultilevel"/>
    <w:tmpl w:val="E55812E2"/>
    <w:lvl w:ilvl="0" w:tplc="7444C61E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24FBA"/>
    <w:multiLevelType w:val="hybridMultilevel"/>
    <w:tmpl w:val="E9005748"/>
    <w:lvl w:ilvl="0" w:tplc="12966C02">
      <w:numFmt w:val="bullet"/>
      <w:lvlText w:val="-"/>
      <w:lvlJc w:val="left"/>
      <w:pPr>
        <w:ind w:left="720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17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95463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91417"/>
    <w:rsid w:val="007A6120"/>
    <w:rsid w:val="007A6EB7"/>
    <w:rsid w:val="007C34A1"/>
    <w:rsid w:val="007C4470"/>
    <w:rsid w:val="007D2C10"/>
    <w:rsid w:val="007D3186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1327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C9A5"/>
  <w15:docId w15:val="{9E5AB008-3A57-4D2D-802A-8F8724A9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1327"/>
    <w:pPr>
      <w:spacing w:after="160" w:line="259" w:lineRule="auto"/>
    </w:pPr>
    <w:rPr>
      <w:rFonts w:eastAsiaTheme="minorHAnsi"/>
    </w:rPr>
  </w:style>
  <w:style w:type="character" w:default="1" w:styleId="Policepardfaut">
    <w:name w:val="Default Paragraph Font"/>
    <w:uiPriority w:val="1"/>
    <w:semiHidden/>
    <w:unhideWhenUsed/>
    <w:rsid w:val="007D318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D3186"/>
  </w:style>
  <w:style w:type="table" w:styleId="Grilledutableau">
    <w:name w:val="Table Grid"/>
    <w:basedOn w:val="TableauNormal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D3186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7D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1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428D-C51F-4E15-A29D-0A628A02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0</TotalTime>
  <Pages>6</Pages>
  <Words>565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cp:lastPrinted>2017-07-10T09:31:00Z</cp:lastPrinted>
  <dcterms:created xsi:type="dcterms:W3CDTF">2017-07-10T09:33:00Z</dcterms:created>
  <dcterms:modified xsi:type="dcterms:W3CDTF">2017-07-10T09:33:00Z</dcterms:modified>
</cp:coreProperties>
</file>